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33F8" w14:textId="77777777" w:rsidR="00DF01AC" w:rsidRDefault="00090FC6" w:rsidP="00101E3B">
      <w:pPr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</w:p>
    <w:p w14:paraId="184D6971" w14:textId="77777777"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14:paraId="70A73066" w14:textId="77777777" w:rsidTr="0010569D">
        <w:tc>
          <w:tcPr>
            <w:tcW w:w="4105" w:type="dxa"/>
          </w:tcPr>
          <w:p w14:paraId="6CD2DE4D" w14:textId="77777777"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14:paraId="58F89FC8" w14:textId="77777777"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14:paraId="551696B1" w14:textId="77777777"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14:paraId="5E9FF8BD" w14:textId="77777777"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14:paraId="3A164ED7" w14:textId="77777777" w:rsidR="0010569D" w:rsidRDefault="0010569D" w:rsidP="007D11DD">
      <w:pPr>
        <w:pStyle w:val="Bezodstpw"/>
        <w:rPr>
          <w:b/>
          <w:noProof/>
          <w:lang w:eastAsia="pl-PL"/>
        </w:rPr>
      </w:pPr>
    </w:p>
    <w:p w14:paraId="04DB6254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14:paraId="6F57EA48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1AC3CE16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64C5D444" w14:textId="77777777"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14:paraId="146D3056" w14:textId="77777777"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14:paraId="3BE421D8" w14:textId="77777777"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14:paraId="39F323B3" w14:textId="77777777"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14:paraId="3FAD67C3" w14:textId="77777777"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14:paraId="7A728698" w14:textId="77777777"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14:paraId="16A25E7F" w14:textId="77777777"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14:paraId="6E0FE98D" w14:textId="77777777"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14:paraId="737FC7FF" w14:textId="77777777"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14:paraId="0828728F" w14:textId="77777777"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14:paraId="12BF813D" w14:textId="77777777"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14:paraId="57CDB7DB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0A133D54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1F248128" w14:textId="77777777"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567B9380" w14:textId="77777777"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5DD689A3" w14:textId="77777777"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14:paraId="0A6B20E3" w14:textId="77777777"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14:paraId="4AD962CE" w14:textId="77777777"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14:paraId="10B05779" w14:textId="77777777"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14:paraId="5818803E" w14:textId="77777777"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3EFCA8B5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7DE10DF4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3DE1408D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05764541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254B94E6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5F9BFD91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171060F2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6A63EE2A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16B4C1B0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2F773D27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0C71CE33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05002384" w14:textId="77777777"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715F4023" w14:textId="77777777"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14:paraId="6E2C7FF7" w14:textId="77777777"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14:paraId="3C360D4F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00A95CCE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7C59FAC9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22F6FAD1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7800E470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55488596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5A39B0B8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723D6BE4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3960FCFE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58D67D28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378C3C0D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19E8945E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0A90A53B" w14:textId="77777777"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14:paraId="6A1F7C0F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14:paraId="54E72B0F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14:paraId="436BAF99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14:paraId="153C4F8F" w14:textId="77777777"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EB9D4" w14:textId="77777777" w:rsidR="00344282" w:rsidRDefault="00344282" w:rsidP="00BD627E">
      <w:r>
        <w:separator/>
      </w:r>
    </w:p>
    <w:p w14:paraId="628BC6F7" w14:textId="77777777" w:rsidR="00344282" w:rsidRDefault="00344282"/>
  </w:endnote>
  <w:endnote w:type="continuationSeparator" w:id="0">
    <w:p w14:paraId="311C6DA1" w14:textId="77777777" w:rsidR="00344282" w:rsidRDefault="00344282" w:rsidP="00BD627E">
      <w:r>
        <w:continuationSeparator/>
      </w:r>
    </w:p>
    <w:p w14:paraId="2AA69401" w14:textId="77777777" w:rsidR="00344282" w:rsidRDefault="00344282"/>
  </w:endnote>
  <w:endnote w:type="continuationNotice" w:id="1">
    <w:p w14:paraId="3D88F6D8" w14:textId="77777777" w:rsidR="00344282" w:rsidRDefault="00344282"/>
    <w:p w14:paraId="4A728E11" w14:textId="77777777"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2C5B" w14:textId="77777777" w:rsidR="00D96792" w:rsidRDefault="00D967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34734D8" w14:textId="77777777" w:rsidR="00CC3D7C" w:rsidRDefault="00CC3D7C" w:rsidP="00635575">
            <w:pPr>
              <w:pStyle w:val="Stopka"/>
              <w:jc w:val="center"/>
            </w:pPr>
          </w:p>
          <w:p w14:paraId="4DC3163B" w14:textId="77777777"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F41C" w14:textId="77777777"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14:paraId="3105AB37" w14:textId="77777777"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4D87" w14:textId="77777777" w:rsidR="00344282" w:rsidRDefault="00344282" w:rsidP="00BD627E">
      <w:r>
        <w:separator/>
      </w:r>
    </w:p>
    <w:p w14:paraId="1FC9F250" w14:textId="77777777" w:rsidR="00344282" w:rsidRDefault="00344282"/>
  </w:footnote>
  <w:footnote w:type="continuationSeparator" w:id="0">
    <w:p w14:paraId="381F158E" w14:textId="77777777" w:rsidR="00344282" w:rsidRDefault="00344282" w:rsidP="00BD627E">
      <w:r>
        <w:continuationSeparator/>
      </w:r>
    </w:p>
    <w:p w14:paraId="1B8AC666" w14:textId="77777777" w:rsidR="00344282" w:rsidRDefault="00344282"/>
  </w:footnote>
  <w:footnote w:type="continuationNotice" w:id="1">
    <w:p w14:paraId="6C3899A9" w14:textId="77777777" w:rsidR="00344282" w:rsidRDefault="00344282"/>
    <w:p w14:paraId="526BCA7A" w14:textId="77777777"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C1E4" w14:textId="77777777" w:rsidR="00D96792" w:rsidRDefault="00D96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63EE" w14:textId="5A4BB407"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2030F6AF" wp14:editId="11745E89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 </w:t>
    </w:r>
  </w:p>
  <w:p w14:paraId="7C2A6CD6" w14:textId="77777777"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14:paraId="029E439C" w14:textId="77777777"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2778" w14:textId="77777777"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385B61C5" wp14:editId="24C29EA8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14:paraId="046FF400" w14:textId="77777777"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14:paraId="55F04977" w14:textId="77777777"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94D4F92" wp14:editId="05F28B41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31322912">
    <w:abstractNumId w:val="20"/>
  </w:num>
  <w:num w:numId="2" w16cid:durableId="963847968">
    <w:abstractNumId w:val="13"/>
  </w:num>
  <w:num w:numId="3" w16cid:durableId="366609031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 w16cid:durableId="1367414230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190025163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395396081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 w16cid:durableId="1980911742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2108118396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 w16cid:durableId="982387773">
    <w:abstractNumId w:val="14"/>
  </w:num>
  <w:num w:numId="10" w16cid:durableId="2084334087">
    <w:abstractNumId w:val="35"/>
  </w:num>
  <w:num w:numId="11" w16cid:durableId="597908941">
    <w:abstractNumId w:val="37"/>
  </w:num>
  <w:num w:numId="12" w16cid:durableId="477646783">
    <w:abstractNumId w:val="39"/>
  </w:num>
  <w:num w:numId="13" w16cid:durableId="2036417787">
    <w:abstractNumId w:val="19"/>
  </w:num>
  <w:num w:numId="14" w16cid:durableId="1955868899">
    <w:abstractNumId w:val="15"/>
  </w:num>
  <w:num w:numId="15" w16cid:durableId="1682121556">
    <w:abstractNumId w:val="30"/>
  </w:num>
  <w:num w:numId="16" w16cid:durableId="1040975801">
    <w:abstractNumId w:val="16"/>
  </w:num>
  <w:num w:numId="17" w16cid:durableId="569272411">
    <w:abstractNumId w:val="17"/>
  </w:num>
  <w:num w:numId="18" w16cid:durableId="1401714929">
    <w:abstractNumId w:val="12"/>
  </w:num>
  <w:num w:numId="19" w16cid:durableId="1849951878">
    <w:abstractNumId w:val="21"/>
  </w:num>
  <w:num w:numId="20" w16cid:durableId="1356231205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 w16cid:durableId="255793874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 w16cid:durableId="426580148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 w16cid:durableId="1030492248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 w16cid:durableId="2062092479">
    <w:abstractNumId w:val="34"/>
  </w:num>
  <w:num w:numId="25" w16cid:durableId="2129817490">
    <w:abstractNumId w:val="25"/>
  </w:num>
  <w:num w:numId="26" w16cid:durableId="2000767223">
    <w:abstractNumId w:val="9"/>
  </w:num>
  <w:num w:numId="27" w16cid:durableId="649556842">
    <w:abstractNumId w:val="29"/>
  </w:num>
  <w:num w:numId="28" w16cid:durableId="153688654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 w16cid:durableId="318583907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 w16cid:durableId="25690832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 w16cid:durableId="24006846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 w16cid:durableId="1643269476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 w16cid:durableId="149942585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 w16cid:durableId="159589826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 w16cid:durableId="111097747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 w16cid:durableId="132675892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 w16cid:durableId="98990171">
    <w:abstractNumId w:val="28"/>
  </w:num>
  <w:num w:numId="38" w16cid:durableId="1941523263">
    <w:abstractNumId w:val="24"/>
  </w:num>
  <w:num w:numId="39" w16cid:durableId="1859812493">
    <w:abstractNumId w:val="31"/>
  </w:num>
  <w:num w:numId="40" w16cid:durableId="293799997">
    <w:abstractNumId w:val="18"/>
  </w:num>
  <w:num w:numId="41" w16cid:durableId="1955166138">
    <w:abstractNumId w:val="38"/>
  </w:num>
  <w:num w:numId="42" w16cid:durableId="1544948874">
    <w:abstractNumId w:val="26"/>
  </w:num>
  <w:num w:numId="43" w16cid:durableId="1760901649">
    <w:abstractNumId w:val="7"/>
  </w:num>
  <w:num w:numId="44" w16cid:durableId="1795758286">
    <w:abstractNumId w:val="2"/>
  </w:num>
  <w:num w:numId="45" w16cid:durableId="839003247">
    <w:abstractNumId w:val="27"/>
  </w:num>
  <w:num w:numId="46" w16cid:durableId="1601715752">
    <w:abstractNumId w:val="23"/>
  </w:num>
  <w:num w:numId="47" w16cid:durableId="1648049875">
    <w:abstractNumId w:val="33"/>
  </w:num>
  <w:num w:numId="48" w16cid:durableId="1412434247">
    <w:abstractNumId w:val="6"/>
  </w:num>
  <w:num w:numId="49" w16cid:durableId="1909605379">
    <w:abstractNumId w:val="22"/>
  </w:num>
  <w:num w:numId="50" w16cid:durableId="707801789">
    <w:abstractNumId w:val="5"/>
  </w:num>
  <w:num w:numId="51" w16cid:durableId="4287077">
    <w:abstractNumId w:val="3"/>
  </w:num>
  <w:num w:numId="52" w16cid:durableId="233782763">
    <w:abstractNumId w:val="8"/>
  </w:num>
  <w:num w:numId="53" w16cid:durableId="23988389">
    <w:abstractNumId w:val="36"/>
  </w:num>
  <w:num w:numId="54" w16cid:durableId="1183742380">
    <w:abstractNumId w:val="32"/>
  </w:num>
  <w:num w:numId="55" w16cid:durableId="1474369584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8650648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 w16cid:durableId="206013309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 w16cid:durableId="1468402463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4EE8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0FC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96792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FD14AD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Upowaznienie do odbioru materialu 2025.docx</dmsv2BaseFileName>
    <dmsv2BaseDisplayName xmlns="http://schemas.microsoft.com/sharepoint/v3">Załącznik nr 7 do umowy Upowaznienie do odbioru materialu 2025</dmsv2BaseDisplayName>
    <dmsv2SWPP2ObjectNumber xmlns="http://schemas.microsoft.com/sharepoint/v3">POST/DYS/OW/GZ/04131/2025                         </dmsv2SWPP2ObjectNumber>
    <dmsv2SWPP2SumMD5 xmlns="http://schemas.microsoft.com/sharepoint/v3">3d5d0f538ba5331e60ba420fec5d8b80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23764646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DPFVW34YURAE-1996658973-4593</_dlc_DocId>
    <_dlc_DocIdUrl xmlns="a19cb1c7-c5c7-46d4-85ae-d83685407bba">
      <Url>https://swpp2.dms.gkpge.pl/sites/40/_layouts/15/DocIdRedir.aspx?ID=DPFVW34YURAE-1996658973-4593</Url>
      <Description>DPFVW34YURAE-1996658973-4593</Description>
    </_dlc_DocIdUrl>
  </documentManagement>
</p:propertie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8C411-702F-4C4B-8D52-EB49FE98327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F4DEE9A-08B1-4EEB-8925-491B015F6B30}"/>
</file>

<file path=customXml/itemProps7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0</TotalTime>
  <Pages>1</Pages>
  <Words>57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Hruban Gabriel [PGE Dystr. O.Warszawa]</cp:lastModifiedBy>
  <cp:revision>3</cp:revision>
  <cp:lastPrinted>2020-08-06T07:21:00Z</cp:lastPrinted>
  <dcterms:created xsi:type="dcterms:W3CDTF">2025-02-10T17:06:00Z</dcterms:created>
  <dcterms:modified xsi:type="dcterms:W3CDTF">2025-11-12T10:47:00Z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9a12b821-fb81-4107-a6bd-8cd1826a68d0</vt:lpwstr>
  </property>
</Properties>
</file>